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A9" w:rsidRPr="00C3705A" w:rsidRDefault="00F96BA9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96BA9" w:rsidRPr="00B73C78" w:rsidRDefault="00F96BA9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F96BA9" w:rsidRPr="00593C93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2017 год</w:t>
      </w:r>
    </w:p>
    <w:p w:rsidR="00F96BA9" w:rsidRDefault="00F96BA9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F96BA9" w:rsidRPr="00AA03A8" w:rsidRDefault="00F96BA9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BA9" w:rsidRPr="00AA03A8" w:rsidRDefault="00F96BA9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 на 2017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96BA9" w:rsidRPr="00ED639C" w:rsidRDefault="00F96BA9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F96BA9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F96BA9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F96BA9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525A13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Pr="00525A13" w:rsidRDefault="00F96BA9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96BA9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704E08" w:rsidRDefault="00F96BA9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F96BA9" w:rsidRPr="00D66E15" w:rsidRDefault="00F96BA9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на 2017 год</w:t>
            </w:r>
          </w:p>
        </w:tc>
      </w:tr>
      <w:tr w:rsidR="00F96BA9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D82408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82408">
              <w:rPr>
                <w:rFonts w:ascii="Times New Roman" w:hAnsi="Times New Roman"/>
              </w:rPr>
              <w:t xml:space="preserve">-участие в мероприятиях, направленных на повышение роли и значения ветеранского движения в </w:t>
            </w:r>
            <w:r>
              <w:rPr>
                <w:rFonts w:ascii="Times New Roman" w:hAnsi="Times New Roman"/>
              </w:rPr>
              <w:t xml:space="preserve">Старотитаровском сельском поселении  Темрюкского района </w:t>
            </w:r>
            <w:r w:rsidRPr="00D82408">
              <w:rPr>
                <w:rFonts w:ascii="Times New Roman" w:hAnsi="Times New Roman"/>
              </w:rPr>
              <w:t>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  <w:p w:rsidR="00F96BA9" w:rsidRPr="003322EB" w:rsidRDefault="00F96BA9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B73C78" w:rsidRDefault="00F96BA9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</w:p>
          <w:p w:rsidR="00F96BA9" w:rsidRPr="00DC211C" w:rsidRDefault="00F96BA9" w:rsidP="00DC211C">
            <w:pPr>
              <w:rPr>
                <w:rFonts w:ascii="Times New Roman" w:hAnsi="Times New Roman"/>
              </w:rPr>
            </w:pPr>
            <w:r>
              <w:t xml:space="preserve">     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F96BA9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91283C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FE3735">
              <w:rPr>
                <w:sz w:val="22"/>
                <w:szCs w:val="22"/>
              </w:rPr>
              <w:t xml:space="preserve"> </w:t>
            </w:r>
            <w:r w:rsidRPr="00D82408"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  <w:r>
              <w:rPr>
                <w:rFonts w:ascii="Times New Roman" w:hAnsi="Times New Roman"/>
              </w:rPr>
              <w:t>.</w:t>
            </w:r>
          </w:p>
          <w:p w:rsidR="00F96BA9" w:rsidRPr="0091283C" w:rsidRDefault="00F96BA9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F96BA9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Pr="007D75A2" w:rsidRDefault="00F96BA9" w:rsidP="007D75A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7D75A2">
              <w:rPr>
                <w:rFonts w:ascii="Times New Roman" w:hAnsi="Times New Roman"/>
              </w:rPr>
              <w:t>роведение льготной подписки на периодические издания (газеты).</w:t>
            </w:r>
          </w:p>
          <w:p w:rsidR="00F96BA9" w:rsidRPr="0091283C" w:rsidRDefault="00F96BA9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9" w:rsidRDefault="00F96BA9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BA9" w:rsidRDefault="00F96BA9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F96BA9" w:rsidRDefault="00F96BA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96BA9" w:rsidRDefault="00F96BA9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F96BA9" w:rsidRDefault="00F96BA9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F96BA9" w:rsidRDefault="00F96BA9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Н.Л. Иващенко                             </w:t>
      </w:r>
    </w:p>
    <w:p w:rsidR="00F96BA9" w:rsidRDefault="00F96BA9" w:rsidP="002B324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96BA9" w:rsidRDefault="00F96BA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F96BA9" w:rsidRDefault="00F96BA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96BA9" w:rsidRPr="00481C03" w:rsidRDefault="00F96BA9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Т.И.Опарина     </w:t>
      </w:r>
    </w:p>
    <w:p w:rsidR="00F96BA9" w:rsidRDefault="00F96BA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96BA9" w:rsidRPr="00481C03" w:rsidRDefault="00F96BA9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F96BA9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A9" w:rsidRDefault="00F96BA9">
      <w:r>
        <w:separator/>
      </w:r>
    </w:p>
  </w:endnote>
  <w:endnote w:type="continuationSeparator" w:id="0">
    <w:p w:rsidR="00F96BA9" w:rsidRDefault="00F96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A9" w:rsidRDefault="00F96BA9">
      <w:r>
        <w:separator/>
      </w:r>
    </w:p>
  </w:footnote>
  <w:footnote w:type="continuationSeparator" w:id="0">
    <w:p w:rsidR="00F96BA9" w:rsidRDefault="00F96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BA9" w:rsidRDefault="00F96B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96BA9" w:rsidRDefault="00F96B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7F2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324E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B52C2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1479A"/>
    <w:rsid w:val="00615189"/>
    <w:rsid w:val="00624DB5"/>
    <w:rsid w:val="00637E89"/>
    <w:rsid w:val="00654BFA"/>
    <w:rsid w:val="00656CCF"/>
    <w:rsid w:val="00657BA3"/>
    <w:rsid w:val="00665D47"/>
    <w:rsid w:val="00677AB3"/>
    <w:rsid w:val="006C0876"/>
    <w:rsid w:val="006C25DE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A4F1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13FE9"/>
    <w:rsid w:val="00E159BA"/>
    <w:rsid w:val="00E22394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27F5A"/>
    <w:rsid w:val="00F374C5"/>
    <w:rsid w:val="00F4148A"/>
    <w:rsid w:val="00F62AD5"/>
    <w:rsid w:val="00F96BA9"/>
    <w:rsid w:val="00FA18FF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48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8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246</Words>
  <Characters>1405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2014-12-09T12:10:00Z</cp:lastPrinted>
  <dcterms:created xsi:type="dcterms:W3CDTF">2014-11-12T06:42:00Z</dcterms:created>
  <dcterms:modified xsi:type="dcterms:W3CDTF">2016-10-17T15:00:00Z</dcterms:modified>
</cp:coreProperties>
</file>